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674A2619" w14:textId="77777777" w:rsidR="008B4C0A" w:rsidRDefault="00AB2CEA" w:rsidP="00491366">
          <w:pPr>
            <w:pStyle w:val="En-ttedetabledesmatires"/>
          </w:pPr>
          <w:r>
            <w:rPr>
              <w:rFonts w:ascii="Arial" w:hAnsi="Arial" w:cs="Arial"/>
              <w:noProof/>
              <w:color w:val="000000" w:themeColor="text1"/>
              <w:sz w:val="16"/>
              <w:szCs w:val="16"/>
              <w:lang w:eastAsia="fr-FR"/>
            </w:rPr>
            <w:drawing>
              <wp:anchor distT="0" distB="0" distL="114300" distR="114300" simplePos="0" relativeHeight="251671040" behindDoc="0" locked="0" layoutInCell="1" allowOverlap="1" wp14:anchorId="13A5336E" wp14:editId="43B2D096">
                <wp:simplePos x="0" y="0"/>
                <wp:positionH relativeFrom="column">
                  <wp:posOffset>-609600</wp:posOffset>
                </wp:positionH>
                <wp:positionV relativeFrom="paragraph">
                  <wp:posOffset>-781050</wp:posOffset>
                </wp:positionV>
                <wp:extent cx="2256155" cy="908050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ignatureMail_nouv_chartedessousV2.png"/>
                        <pic:cNvPicPr/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883"/>
                        <a:stretch/>
                      </pic:blipFill>
                      <pic:spPr bwMode="auto">
                        <a:xfrm>
                          <a:off x="0" y="0"/>
                          <a:ext cx="2256155" cy="908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3742660"/>
                    <wp:effectExtent l="19050" t="19050" r="19050" b="1079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374266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C2689FE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0D888AED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4A465BAC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0837AA75" w14:textId="77777777" w:rsidR="00491366" w:rsidRDefault="00491366" w:rsidP="00491366"/>
                              <w:p w14:paraId="5A92FD3B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Annexe 1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: Sites concernés par le présent marché et horaires normaux de travail.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294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1C2689FE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0D888AED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4A465BAC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0837AA75" w14:textId="77777777" w:rsidR="00491366" w:rsidRDefault="00491366" w:rsidP="00491366"/>
                        <w:p w14:paraId="5A92FD3B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Annexe 1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: Sites concernés par le présent marché et horaires normaux de travail.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409992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F45230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A5E2779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91D3BE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190CD5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B21443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642B6C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86A4D4E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124637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C093DB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991CC7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95D6DB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046A45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11BE43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D492BF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0D492BF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060E78AA" w14:textId="77777777" w:rsidR="00491366" w:rsidRDefault="00491366" w:rsidP="00AB2CEA">
          <w:pPr>
            <w:jc w:val="center"/>
          </w:pPr>
        </w:p>
        <w:p w14:paraId="7437CBF9" w14:textId="77777777" w:rsidR="00491366" w:rsidRDefault="00491366" w:rsidP="00410AFD"/>
        <w:p w14:paraId="1B9914D5" w14:textId="77777777" w:rsidR="00A62094" w:rsidRDefault="00A62094" w:rsidP="00410AFD"/>
        <w:p w14:paraId="5AC0EF24" w14:textId="77777777" w:rsidR="00A62094" w:rsidRDefault="00A62094" w:rsidP="00410AFD"/>
        <w:p w14:paraId="36A32806" w14:textId="77777777" w:rsidR="00A62094" w:rsidRDefault="00A62094" w:rsidP="00410AFD"/>
        <w:p w14:paraId="2C432FE5" w14:textId="77777777" w:rsidR="00A62094" w:rsidRDefault="00A62094" w:rsidP="00410AFD"/>
        <w:p w14:paraId="28912322" w14:textId="77777777" w:rsidR="00A62094" w:rsidRDefault="00A62094" w:rsidP="00410AFD"/>
        <w:p w14:paraId="62FD9901" w14:textId="77777777" w:rsidR="00A62094" w:rsidRDefault="00A62094" w:rsidP="00410AFD"/>
        <w:p w14:paraId="35E3AA68" w14:textId="77777777" w:rsidR="00A62094" w:rsidRDefault="00A62094" w:rsidP="00410AFD"/>
        <w:p w14:paraId="7A0D38F6" w14:textId="77777777" w:rsidR="00A62094" w:rsidRDefault="00A62094">
          <w:pPr>
            <w:jc w:val="left"/>
          </w:pPr>
        </w:p>
        <w:p w14:paraId="684F25C2" w14:textId="77777777" w:rsidR="00491366" w:rsidRDefault="00491366" w:rsidP="00410AFD"/>
        <w:p w14:paraId="5619E4F9" w14:textId="77777777" w:rsidR="00A62094" w:rsidRDefault="00A62094" w:rsidP="00410AFD">
          <w:pPr>
            <w:sectPr w:rsidR="00A62094" w:rsidSect="00302298">
              <w:footerReference w:type="default" r:id="rId13"/>
              <w:headerReference w:type="first" r:id="rId14"/>
              <w:footerReference w:type="first" r:id="rId15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A71FE39" w14:textId="77777777" w:rsidR="00A62094" w:rsidRDefault="00A62094" w:rsidP="00A62094">
          <w:r>
            <w:lastRenderedPageBreak/>
            <w:t>Les sites sur lesquels le titulaire est tenu d’intervenir sont les suivants :</w:t>
          </w:r>
        </w:p>
        <w:tbl>
          <w:tblPr>
            <w:tblW w:w="1456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3045"/>
            <w:gridCol w:w="1758"/>
            <w:gridCol w:w="3045"/>
            <w:gridCol w:w="3045"/>
            <w:gridCol w:w="3674"/>
          </w:tblGrid>
          <w:tr w:rsidR="00F10353" w:rsidRPr="005526CA" w14:paraId="080509A5" w14:textId="77777777" w:rsidTr="00EA0E3A">
            <w:trPr>
              <w:trHeight w:val="228"/>
            </w:trPr>
            <w:tc>
              <w:tcPr>
                <w:tcW w:w="3045" w:type="dxa"/>
                <w:shd w:val="clear" w:color="auto" w:fill="D9D9D9" w:themeFill="background1" w:themeFillShade="D9"/>
              </w:tcPr>
              <w:p w14:paraId="7F47B82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Établissement Adresse</w:t>
                </w:r>
              </w:p>
            </w:tc>
            <w:tc>
              <w:tcPr>
                <w:tcW w:w="1758" w:type="dxa"/>
                <w:shd w:val="clear" w:color="auto" w:fill="D9D9D9" w:themeFill="background1" w:themeFillShade="D9"/>
              </w:tcPr>
              <w:p w14:paraId="7D6FB64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Bénéficiaire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41AFEDF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Correspondant USID de Toulouse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1548536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Horaires de travail</w:t>
                </w:r>
              </w:p>
            </w:tc>
            <w:tc>
              <w:tcPr>
                <w:tcW w:w="3674" w:type="dxa"/>
                <w:shd w:val="clear" w:color="auto" w:fill="D9D9D9" w:themeFill="background1" w:themeFillShade="D9"/>
              </w:tcPr>
              <w:p w14:paraId="12B36A6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Conditions d’accès</w:t>
                </w:r>
              </w:p>
            </w:tc>
          </w:tr>
          <w:tr w:rsidR="00592BE4" w:rsidRPr="005526CA" w14:paraId="2AB10A6E" w14:textId="77777777" w:rsidTr="00EA0E3A">
            <w:trPr>
              <w:trHeight w:val="511"/>
            </w:trPr>
            <w:tc>
              <w:tcPr>
                <w:tcW w:w="3045" w:type="dxa"/>
                <w:shd w:val="clear" w:color="auto" w:fill="auto"/>
              </w:tcPr>
              <w:p w14:paraId="6169F2EA" w14:textId="77777777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adjudant-chef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Dartencet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3898E5DB" w14:textId="77777777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RN 117 de Tarbes à Pau </w:t>
                </w:r>
              </w:p>
              <w:p w14:paraId="5A3237F1" w14:textId="5CB6DD25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64530 GER </w:t>
                </w:r>
              </w:p>
            </w:tc>
            <w:tc>
              <w:tcPr>
                <w:tcW w:w="1758" w:type="dxa"/>
              </w:tcPr>
              <w:p w14:paraId="5398EC18" w14:textId="5EF909DD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1er RHP </w:t>
                </w:r>
              </w:p>
            </w:tc>
            <w:tc>
              <w:tcPr>
                <w:tcW w:w="3045" w:type="dxa"/>
              </w:tcPr>
              <w:p w14:paraId="76569187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015FF294" w14:textId="2C13985A" w:rsidR="00592BE4" w:rsidRPr="005526CA" w:rsidRDefault="00A2402E" w:rsidP="00A2402E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="00592BE4" w:rsidRPr="005526CA">
                  <w:rPr>
                    <w:rFonts w:cs="Times New Roman"/>
                    <w:color w:val="000000"/>
                  </w:rPr>
                  <w:t xml:space="preserve">de TARBES </w:t>
                </w:r>
              </w:p>
            </w:tc>
            <w:tc>
              <w:tcPr>
                <w:tcW w:w="3045" w:type="dxa"/>
              </w:tcPr>
              <w:p w14:paraId="61343451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2AC7F738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65FE2E7" w14:textId="5463F97B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75758D56" w14:textId="2CDBB5AD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A2402E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9BC1254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7F18048B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79282CE" w14:textId="57733524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592BE4" w:rsidRPr="005526CA" w14:paraId="07B46102" w14:textId="77777777" w:rsidTr="00EA0E3A">
            <w:trPr>
              <w:trHeight w:val="513"/>
            </w:trPr>
            <w:tc>
              <w:tcPr>
                <w:tcW w:w="3045" w:type="dxa"/>
                <w:shd w:val="clear" w:color="auto" w:fill="auto"/>
              </w:tcPr>
              <w:p w14:paraId="6ACD92B1" w14:textId="77777777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Caserne Foix-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Lescun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6B818E1A" w14:textId="77777777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Avenue Jean Moulin </w:t>
                </w:r>
              </w:p>
              <w:p w14:paraId="1F4F7142" w14:textId="64357ABF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65000 TARBES </w:t>
                </w:r>
              </w:p>
            </w:tc>
            <w:tc>
              <w:tcPr>
                <w:tcW w:w="1758" w:type="dxa"/>
              </w:tcPr>
              <w:p w14:paraId="45B8B8FC" w14:textId="53AC1964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35ème RAP </w:t>
                </w:r>
              </w:p>
            </w:tc>
            <w:tc>
              <w:tcPr>
                <w:tcW w:w="3045" w:type="dxa"/>
              </w:tcPr>
              <w:p w14:paraId="004602BE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320A5FE" w14:textId="123FE2FD" w:rsidR="00592BE4" w:rsidRPr="005526CA" w:rsidRDefault="00A2402E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="00592BE4" w:rsidRPr="005526CA">
                  <w:rPr>
                    <w:rFonts w:cs="Times New Roman"/>
                    <w:color w:val="000000"/>
                  </w:rPr>
                  <w:t xml:space="preserve">de TARBES </w:t>
                </w:r>
              </w:p>
            </w:tc>
            <w:tc>
              <w:tcPr>
                <w:tcW w:w="3045" w:type="dxa"/>
              </w:tcPr>
              <w:p w14:paraId="0015EE36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64603434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A5D00D6" w14:textId="59BF9DA3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107686A9" w14:textId="2F8FD5F5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A2402E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2E18AFED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0421E939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EC932F2" w14:textId="23FCE62F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592BE4" w:rsidRPr="005526CA" w14:paraId="676E872A" w14:textId="77777777" w:rsidTr="007674E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12E2B66" w14:textId="77777777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Annexe établissement des subsistances </w:t>
                </w:r>
              </w:p>
              <w:p w14:paraId="1343EBA2" w14:textId="77777777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Carnot </w:t>
                </w:r>
              </w:p>
              <w:p w14:paraId="5C49FEB3" w14:textId="2FB357D4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65000 TARBES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D0DB1" w14:textId="5EC46E03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GSBDD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A034E5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E973809" w14:textId="02E16AD8" w:rsidR="00592BE4" w:rsidRPr="005526CA" w:rsidRDefault="00A2402E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="00592BE4" w:rsidRPr="005526CA">
                  <w:rPr>
                    <w:rFonts w:cs="Times New Roman"/>
                    <w:color w:val="000000"/>
                  </w:rPr>
                  <w:t xml:space="preserve">de TARBES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FDEAD5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1426DE4D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45D2AECC" w14:textId="322AD92F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8B5E25" w14:textId="4AFCFA4C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A2402E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AA79911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3AA80308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079B055" w14:textId="5A892C49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592BE4" w:rsidRPr="005526CA" w14:paraId="1832B735" w14:textId="77777777" w:rsidTr="007674EA">
            <w:trPr>
              <w:trHeight w:val="512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CC1C860" w14:textId="77777777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SEM 1ER RHP</w:t>
                </w:r>
              </w:p>
              <w:p w14:paraId="2130DD73" w14:textId="77777777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68-70 avenue du Régiment de Bigorre</w:t>
                </w:r>
              </w:p>
              <w:p w14:paraId="72077E68" w14:textId="6AAC3EB2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65000 TARBES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895F22" w14:textId="05BB4783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1er RHP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B9C5D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32B1104" w14:textId="225E2970" w:rsidR="00592BE4" w:rsidRPr="005526CA" w:rsidRDefault="00A2402E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="00592BE4" w:rsidRPr="005526CA">
                  <w:rPr>
                    <w:rFonts w:cs="Times New Roman"/>
                    <w:color w:val="000000"/>
                  </w:rPr>
                  <w:t xml:space="preserve">de TARBES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617C25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2DE47D1F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8C2FEE3" w14:textId="31A0D465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95320A" w14:textId="35049948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A2402E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25ADAEC9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131716E2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19E59931" w14:textId="77D5A8FA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592BE4" w:rsidRPr="005526CA" w14:paraId="613B3CD9" w14:textId="77777777" w:rsidTr="007674E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22CC517" w14:textId="77777777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Larrey </w:t>
                </w:r>
              </w:p>
              <w:p w14:paraId="2A91BE1A" w14:textId="77777777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Cronstadt </w:t>
                </w:r>
              </w:p>
              <w:p w14:paraId="3C1EB31C" w14:textId="3436AE82" w:rsidR="00592BE4" w:rsidRPr="00943AA1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65000 TARBES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CA0886" w14:textId="6F55996D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1er RHP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0BFE20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441C88A" w14:textId="31AEB1A3" w:rsidR="00592BE4" w:rsidRPr="005526CA" w:rsidRDefault="00A2402E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="00592BE4" w:rsidRPr="005526CA">
                  <w:rPr>
                    <w:rFonts w:cs="Times New Roman"/>
                    <w:color w:val="000000"/>
                  </w:rPr>
                  <w:t xml:space="preserve">de TARBES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328AC5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A028CCB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D987526" w14:textId="4EE030CC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606132" w14:textId="1F5339EB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A2402E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2B7D8079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08B67C79" w14:textId="77777777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1A343E00" w14:textId="5BD1F19E" w:rsidR="00592BE4" w:rsidRPr="005526CA" w:rsidRDefault="00592BE4" w:rsidP="00592BE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2C1F55" w:rsidRPr="005526CA" w14:paraId="1BAE2DD8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AE7748E" w14:textId="77777777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Soult </w:t>
                </w:r>
              </w:p>
              <w:p w14:paraId="2C6F468D" w14:textId="77777777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Carnot </w:t>
                </w:r>
              </w:p>
              <w:p w14:paraId="2D9377A4" w14:textId="43F25654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65000 TARBES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61A38D" w14:textId="42E6BCD1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35ème RAP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E671C6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FCCE4FE" w14:textId="652C02FB" w:rsidR="002C1F55" w:rsidRPr="005526CA" w:rsidRDefault="00A2402E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="002C1F55" w:rsidRPr="005526CA">
                  <w:rPr>
                    <w:rFonts w:cs="Times New Roman"/>
                    <w:color w:val="000000"/>
                  </w:rPr>
                  <w:t xml:space="preserve">de TARBES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F3283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0EF1A236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A367725" w14:textId="66E8A431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EFDCF2" w14:textId="2A39886F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A2402E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5DFBEE07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24E772A3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B237E38" w14:textId="5E25A6DD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2C1F55" w:rsidRPr="005526CA" w14:paraId="30E5E405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57F4958" w14:textId="77777777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BIVOUAC DE LOURDES</w:t>
                </w:r>
              </w:p>
              <w:p w14:paraId="5F2DA5BC" w14:textId="77777777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Milhas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Domaine de la Grotte </w:t>
                </w:r>
              </w:p>
              <w:p w14:paraId="760955B6" w14:textId="753C054B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65100 LOURDES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2A21EC" w14:textId="1AA412F2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color w:val="000000"/>
                  </w:rPr>
                  <w:t>35ème RAP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779BC4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E644FD8" w14:textId="34AAC712" w:rsidR="002C1F55" w:rsidRPr="005526CA" w:rsidRDefault="00A2402E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="002C1F55" w:rsidRPr="005526CA">
                  <w:rPr>
                    <w:rFonts w:cs="Times New Roman"/>
                    <w:color w:val="000000"/>
                  </w:rPr>
                  <w:t xml:space="preserve">de TARBES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91E8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42F329ED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19580E01" w14:textId="059C4F3B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982DA6" w14:textId="6CAB3D9A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A2402E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11C2161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0F396B8B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621DEBA4" w14:textId="28DF7D2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2C1F55" w:rsidRPr="005526CA" w14:paraId="77CF9CC7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0D109DA" w14:textId="77777777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Relais Descartes</w:t>
                </w:r>
              </w:p>
              <w:p w14:paraId="0E73AB04" w14:textId="77777777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Ponlat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Taillebourg</w:t>
                </w:r>
              </w:p>
              <w:p w14:paraId="297AA731" w14:textId="0674827C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31210 AUSSON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6CD046" w14:textId="3EBE9435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color w:val="000000"/>
                  </w:rPr>
                  <w:t>DISIRI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4881D5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67F0697" w14:textId="68A9944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SIM de TARBES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AA6812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4067532E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22C9DAD" w14:textId="56EEE0FA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Vendredi : 8h00-12h00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39CBC9" w14:textId="10D8CCA1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A2402E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54BA640" w14:textId="77777777" w:rsidR="002C1F55" w:rsidRPr="00630AB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630ABA">
                  <w:rPr>
                    <w:rFonts w:cs="Times New Roman"/>
                    <w:b/>
                    <w:color w:val="000000"/>
                  </w:rPr>
                  <w:t xml:space="preserve">Carte nationale d’identité. </w:t>
                </w:r>
              </w:p>
              <w:p w14:paraId="3235C2FD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34A9F959" w14:textId="5386204D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b/>
                    <w:color w:val="000000"/>
                  </w:rPr>
                  <w:t>Prévenir le correspondant USID</w:t>
                </w:r>
              </w:p>
            </w:tc>
            <w:bookmarkStart w:id="0" w:name="_GoBack"/>
            <w:bookmarkEnd w:id="0"/>
          </w:tr>
          <w:tr w:rsidR="002C1F55" w:rsidRPr="005526CA" w14:paraId="70D07C6B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B92133F" w14:textId="77777777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lastRenderedPageBreak/>
                  <w:t xml:space="preserve">PAVILLON </w:t>
                </w:r>
                <w:proofErr w:type="gramStart"/>
                <w:r w:rsidRPr="00943AA1">
                  <w:rPr>
                    <w:rFonts w:cs="Times New Roman"/>
                    <w:color w:val="000000"/>
                  </w:rPr>
                  <w:t>VERGEZ  BATIMENT</w:t>
                </w:r>
                <w:proofErr w:type="gramEnd"/>
                <w:r w:rsidRPr="00943AA1">
                  <w:rPr>
                    <w:rFonts w:cs="Times New Roman"/>
                    <w:color w:val="000000"/>
                  </w:rPr>
                  <w:t xml:space="preserve"> D</w:t>
                </w:r>
              </w:p>
              <w:p w14:paraId="4071ECD8" w14:textId="0DF93999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65120 BAREGES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97F7E7" w14:textId="2D2350AA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>BA 118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DA586F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0A68CCE" w14:textId="431DF105" w:rsidR="002C1F55" w:rsidRPr="005526CA" w:rsidRDefault="00A2402E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="002C1F55" w:rsidRPr="005526CA">
                  <w:rPr>
                    <w:rFonts w:cs="Times New Roman"/>
                    <w:color w:val="000000"/>
                  </w:rPr>
                  <w:t xml:space="preserve">de TARBES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0134C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05F10761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0F30BBF3" w14:textId="0AB4D3A2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279497" w14:textId="6AA1E350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A2402E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477C3B2C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03F6EA6B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09BB4847" w14:textId="328BBFC6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2C1F55" w:rsidRPr="005526CA" w14:paraId="6DA26D25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B42253F" w14:textId="77777777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Centre d'entrainement à la montagne </w:t>
                </w:r>
              </w:p>
              <w:p w14:paraId="039B9EA8" w14:textId="02F88BCF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Place de </w:t>
                </w:r>
                <w:r w:rsidR="00A2402E" w:rsidRPr="00943AA1">
                  <w:rPr>
                    <w:rFonts w:cs="Times New Roman"/>
                    <w:color w:val="000000"/>
                  </w:rPr>
                  <w:t>Barèges</w:t>
                </w:r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18E831F3" w14:textId="0422526D" w:rsidR="002C1F55" w:rsidRPr="00943AA1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65120 BAREGES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D0F71E" w14:textId="33C0C656" w:rsidR="002C1F55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1er RHP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5A790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51A50A72" w14:textId="057A797A" w:rsidR="002C1F55" w:rsidRPr="005526CA" w:rsidRDefault="00A2402E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="002C1F55" w:rsidRPr="005526CA">
                  <w:rPr>
                    <w:rFonts w:cs="Times New Roman"/>
                    <w:color w:val="000000"/>
                  </w:rPr>
                  <w:t xml:space="preserve">de TARBES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3F081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42BE41A1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438E9B5E" w14:textId="17E8A33E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4EA0" w14:textId="42E83D9B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A2402E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5C942671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3A93A07B" w14:textId="77777777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0EB4AD3" w14:textId="4C8069F2" w:rsidR="002C1F55" w:rsidRPr="005526CA" w:rsidRDefault="002C1F55" w:rsidP="002C1F5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</w:tbl>
        <w:p w14:paraId="5FBB151F" w14:textId="77777777" w:rsidR="00F10353" w:rsidRDefault="00F10353" w:rsidP="005667AF"/>
        <w:p w14:paraId="6500C3DE" w14:textId="156E0CA8" w:rsidR="005667AF" w:rsidRDefault="00756A97" w:rsidP="005667AF"/>
      </w:sdtContent>
    </w:sdt>
    <w:p w14:paraId="09AB5C0F" w14:textId="3E05C4A1" w:rsidR="00410AFD" w:rsidRPr="00F10353" w:rsidRDefault="005667AF" w:rsidP="00F10353">
      <w:pPr>
        <w:ind w:left="-426"/>
        <w:rPr>
          <w:rFonts w:ascii="Times New Roman" w:hAnsi="Times New Roman"/>
          <w:sz w:val="24"/>
          <w:szCs w:val="24"/>
        </w:rPr>
      </w:pPr>
      <w:r w:rsidRPr="005667AF">
        <w:rPr>
          <w:rFonts w:ascii="Times New Roman" w:hAnsi="Times New Roman"/>
          <w:sz w:val="24"/>
          <w:szCs w:val="24"/>
        </w:rPr>
        <w:t xml:space="preserve"> </w:t>
      </w:r>
      <w:r w:rsidRPr="006A5C46">
        <w:rPr>
          <w:rFonts w:ascii="Times New Roman" w:hAnsi="Times New Roman"/>
          <w:sz w:val="24"/>
          <w:szCs w:val="24"/>
        </w:rPr>
        <w:t>Les coordonnées des intervenants SID et celles des interlocuteurs sur chacun des sites (préventions, médecine du travail, etc</w:t>
      </w:r>
      <w:r>
        <w:rPr>
          <w:rFonts w:ascii="Times New Roman" w:hAnsi="Times New Roman"/>
          <w:sz w:val="24"/>
          <w:szCs w:val="24"/>
        </w:rPr>
        <w:t>…</w:t>
      </w:r>
      <w:r w:rsidRPr="006A5C46">
        <w:rPr>
          <w:rFonts w:ascii="Times New Roman" w:hAnsi="Times New Roman"/>
          <w:sz w:val="24"/>
          <w:szCs w:val="24"/>
        </w:rPr>
        <w:t>) ainsi que les spécificités propres à chacun des sites seront communiqué</w:t>
      </w:r>
      <w:r>
        <w:rPr>
          <w:rFonts w:ascii="Times New Roman" w:hAnsi="Times New Roman"/>
          <w:sz w:val="24"/>
          <w:szCs w:val="24"/>
        </w:rPr>
        <w:t>e</w:t>
      </w:r>
      <w:r w:rsidRPr="006A5C46">
        <w:rPr>
          <w:rFonts w:ascii="Times New Roman" w:hAnsi="Times New Roman"/>
          <w:sz w:val="24"/>
          <w:szCs w:val="24"/>
        </w:rPr>
        <w:t>s lors de</w:t>
      </w:r>
      <w:r>
        <w:rPr>
          <w:rFonts w:ascii="Times New Roman" w:hAnsi="Times New Roman"/>
          <w:sz w:val="24"/>
          <w:szCs w:val="24"/>
        </w:rPr>
        <w:t xml:space="preserve"> la réunion</w:t>
      </w:r>
      <w:r w:rsidRPr="006A5C46">
        <w:rPr>
          <w:rFonts w:ascii="Times New Roman" w:hAnsi="Times New Roman"/>
          <w:sz w:val="24"/>
          <w:szCs w:val="24"/>
        </w:rPr>
        <w:t xml:space="preserve"> de lancement.</w:t>
      </w:r>
    </w:p>
    <w:sectPr w:rsidR="00410AFD" w:rsidRPr="00F10353" w:rsidSect="00F10353">
      <w:pgSz w:w="16838" w:h="11906" w:orient="landscape"/>
      <w:pgMar w:top="1135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86F08" w14:textId="77777777" w:rsidR="00084468" w:rsidRDefault="00084468" w:rsidP="00EA6B59">
      <w:pPr>
        <w:spacing w:after="0" w:line="240" w:lineRule="auto"/>
      </w:pPr>
      <w:r>
        <w:separator/>
      </w:r>
    </w:p>
  </w:endnote>
  <w:endnote w:type="continuationSeparator" w:id="0">
    <w:p w14:paraId="41DC42DC" w14:textId="77777777" w:rsidR="00084468" w:rsidRDefault="00084468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13B7A674" w14:textId="26D6F5D2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A97">
          <w:rPr>
            <w:noProof/>
          </w:rPr>
          <w:t>1</w:t>
        </w:r>
        <w:r>
          <w:fldChar w:fldCharType="end"/>
        </w:r>
      </w:p>
    </w:sdtContent>
  </w:sdt>
  <w:p w14:paraId="07796186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A65B" w14:textId="6DDBA0DD" w:rsidR="00A15B1B" w:rsidRDefault="00A15B1B">
    <w:pPr>
      <w:pStyle w:val="Pieddepage"/>
    </w:pPr>
    <w:r>
      <w:t xml:space="preserve">ESID </w:t>
    </w:r>
    <w:r w:rsidR="007718BD">
      <w:t xml:space="preserve">25 </w:t>
    </w:r>
    <w:r w:rsidR="00756A97">
      <w:t>135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524B1" w14:textId="77777777" w:rsidR="00084468" w:rsidRDefault="00084468" w:rsidP="00EA6B59">
      <w:pPr>
        <w:spacing w:after="0" w:line="240" w:lineRule="auto"/>
      </w:pPr>
      <w:r>
        <w:separator/>
      </w:r>
    </w:p>
  </w:footnote>
  <w:footnote w:type="continuationSeparator" w:id="0">
    <w:p w14:paraId="04D1E9ED" w14:textId="77777777" w:rsidR="00084468" w:rsidRDefault="00084468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DD4FE" w14:textId="6FC9C362" w:rsidR="00A15B1B" w:rsidRDefault="00A15B1B">
    <w:pPr>
      <w:pStyle w:val="En-tte"/>
    </w:pPr>
    <w:r>
      <w:tab/>
    </w:r>
    <w:r>
      <w:tab/>
    </w:r>
    <w:r>
      <w:tab/>
      <w:t>DAF_</w:t>
    </w:r>
    <w:r w:rsidR="007718BD" w:rsidRPr="007718BD">
      <w:t>2025_000</w:t>
    </w:r>
    <w:r w:rsidR="00756A97">
      <w:t>689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4468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0EBF"/>
    <w:rsid w:val="00155227"/>
    <w:rsid w:val="0015741B"/>
    <w:rsid w:val="001B4AD4"/>
    <w:rsid w:val="001B6330"/>
    <w:rsid w:val="001C3DE6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C1F55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788"/>
    <w:rsid w:val="00513CAC"/>
    <w:rsid w:val="00532B4C"/>
    <w:rsid w:val="00561DF6"/>
    <w:rsid w:val="00563588"/>
    <w:rsid w:val="005667AF"/>
    <w:rsid w:val="00567A1A"/>
    <w:rsid w:val="00580A3D"/>
    <w:rsid w:val="005866EA"/>
    <w:rsid w:val="00592674"/>
    <w:rsid w:val="00592BE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9564D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56A97"/>
    <w:rsid w:val="007657C1"/>
    <w:rsid w:val="00765A60"/>
    <w:rsid w:val="007718BD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4786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15B1B"/>
    <w:rsid w:val="00A21545"/>
    <w:rsid w:val="00A234D4"/>
    <w:rsid w:val="00A2402E"/>
    <w:rsid w:val="00A36B33"/>
    <w:rsid w:val="00A413FD"/>
    <w:rsid w:val="00A5473E"/>
    <w:rsid w:val="00A62094"/>
    <w:rsid w:val="00A774EA"/>
    <w:rsid w:val="00A97745"/>
    <w:rsid w:val="00AB2CEA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91DF7"/>
    <w:rsid w:val="00BA6236"/>
    <w:rsid w:val="00BC641E"/>
    <w:rsid w:val="00BC69E5"/>
    <w:rsid w:val="00BE4040"/>
    <w:rsid w:val="00C10ED3"/>
    <w:rsid w:val="00C15FC3"/>
    <w:rsid w:val="00C20F9C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10353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83BE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788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2f2f77a-bc19-4145-99a9-a502f90bb138">
      <UserInfo>
        <DisplayName>NURY Thierry OPA COMP</DisplayName>
        <AccountId>310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6B9C4C-02A4-4E6E-BE74-3EF5D7190C12}">
  <ds:schemaRefs>
    <ds:schemaRef ds:uri="http://purl.org/dc/terms/"/>
    <ds:schemaRef ds:uri="http://schemas.microsoft.com/office/2006/documentManagement/types"/>
    <ds:schemaRef ds:uri="12f2f77a-bc19-4145-99a9-a502f90bb138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597F58-010F-4E61-B8BC-CBEE65DD7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6F6A03-C24B-4E08-ABA3-905D46D7D9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EE9A8A-8DCA-4B7F-B576-42D2DED2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0</TotalTime>
  <Pages>3</Pages>
  <Words>503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HUTELLIER Fabien INGE CIVI DEFE</cp:lastModifiedBy>
  <cp:revision>3</cp:revision>
  <dcterms:created xsi:type="dcterms:W3CDTF">2025-05-15T13:52:00Z</dcterms:created>
  <dcterms:modified xsi:type="dcterms:W3CDTF">2025-05-15T13:52:00Z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